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9F1F8F9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bookmarkEnd w:id="0"/>
      <w:r w:rsidR="00D37981">
        <w:rPr>
          <w:rStyle w:val="Strong"/>
          <w:rFonts w:asciiTheme="minorHAnsi" w:hAnsiTheme="minorHAnsi" w:cstheme="minorHAnsi"/>
          <w:lang w:val="en-GB"/>
        </w:rPr>
        <w:t xml:space="preserve"> </w:t>
      </w:r>
      <w:r w:rsidR="00801BE8">
        <w:rPr>
          <w:rStyle w:val="Strong"/>
          <w:rFonts w:asciiTheme="minorHAnsi" w:hAnsiTheme="minorHAnsi" w:cstheme="minorHAnsi"/>
          <w:lang w:val="en-GB"/>
        </w:rPr>
        <w:t>45-G00</w:t>
      </w:r>
      <w:r w:rsidR="00D37981">
        <w:rPr>
          <w:rStyle w:val="Strong"/>
          <w:rFonts w:asciiTheme="minorHAnsi" w:hAnsiTheme="minorHAnsi" w:cstheme="minorHAnsi"/>
          <w:lang w:val="en-GB"/>
        </w:rPr>
        <w:t>1</w:t>
      </w:r>
      <w:r w:rsidR="00801BE8">
        <w:rPr>
          <w:rStyle w:val="Strong"/>
          <w:rFonts w:asciiTheme="minorHAnsi" w:hAnsiTheme="minorHAnsi" w:cstheme="minorHAnsi"/>
          <w:lang w:val="en-GB"/>
        </w:rPr>
        <w:t>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6D18CBA" w:rsidR="00B0293A" w:rsidRPr="00EC5E43" w:rsidRDefault="00D37981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12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/0</w:t>
            </w:r>
            <w:r w:rsidR="00D83949">
              <w:rPr>
                <w:rFonts w:ascii="Calibri" w:hAnsi="Calibri"/>
                <w:szCs w:val="20"/>
                <w:highlight w:val="yellow"/>
              </w:rPr>
              <w:t>5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C8655DF" w:rsidR="00B0293A" w:rsidRPr="00CB6DDC" w:rsidRDefault="00D37981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24</w:t>
            </w:r>
            <w:r w:rsidR="00EC5E43">
              <w:rPr>
                <w:rFonts w:ascii="Calibri" w:hAnsi="Calibri"/>
                <w:szCs w:val="20"/>
                <w:highlight w:val="yellow"/>
              </w:rPr>
              <w:t>/0</w:t>
            </w:r>
            <w:r w:rsidR="00D83949">
              <w:rPr>
                <w:rFonts w:ascii="Calibri" w:hAnsi="Calibri"/>
                <w:szCs w:val="20"/>
                <w:highlight w:val="yellow"/>
              </w:rPr>
              <w:t>5</w:t>
            </w:r>
            <w:r w:rsidR="00EC5E43">
              <w:rPr>
                <w:rFonts w:ascii="Calibri" w:hAnsi="Calibri"/>
                <w:szCs w:val="20"/>
                <w:highlight w:val="yellow"/>
              </w:rPr>
              <w:t>/23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32D62A9" w:rsidR="00B0293A" w:rsidRPr="00EC5E43" w:rsidRDefault="00D37981" w:rsidP="00B0293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25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/0</w:t>
            </w:r>
            <w:r w:rsidR="00D83949">
              <w:rPr>
                <w:rFonts w:ascii="Calibri" w:hAnsi="Calibri"/>
                <w:szCs w:val="20"/>
                <w:highlight w:val="yellow"/>
              </w:rPr>
              <w:t>5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98DB032" w:rsidR="00B0293A" w:rsidRPr="00CB6DDC" w:rsidRDefault="00D37981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06</w:t>
            </w:r>
            <w:r w:rsidR="00EC5E43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6</w:t>
            </w:r>
            <w:r w:rsidR="00EC5E43">
              <w:rPr>
                <w:rFonts w:ascii="Calibri" w:hAnsi="Calibri"/>
                <w:szCs w:val="20"/>
                <w:highlight w:val="yellow"/>
              </w:rPr>
              <w:t>/23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EC5E43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D81821C" w:rsidR="00B0293A" w:rsidRPr="00EC5E43" w:rsidRDefault="00D37981" w:rsidP="00B0293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07/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0</w:t>
            </w:r>
            <w:r>
              <w:rPr>
                <w:rFonts w:ascii="Calibri" w:hAnsi="Calibri"/>
                <w:szCs w:val="20"/>
                <w:highlight w:val="yellow"/>
              </w:rPr>
              <w:t>6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BA6B0F2" w:rsidR="00B0293A" w:rsidRPr="00EC5E43" w:rsidRDefault="00D37981" w:rsidP="00B0293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08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6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61640CA" w:rsidR="00B0293A" w:rsidRPr="00EC5E43" w:rsidRDefault="00D37981" w:rsidP="00B0293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22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6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671A1A2" w:rsidR="00B0293A" w:rsidRPr="00EC5E43" w:rsidRDefault="00D37981" w:rsidP="00B0293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23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6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1345CD7B" w:rsidR="00B0293A" w:rsidRPr="00EC5E43" w:rsidRDefault="00D37981" w:rsidP="00B0293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26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/0</w:t>
            </w:r>
            <w:r w:rsidR="00D83949">
              <w:rPr>
                <w:rFonts w:ascii="Calibri" w:hAnsi="Calibri"/>
                <w:szCs w:val="20"/>
                <w:highlight w:val="yellow"/>
              </w:rPr>
              <w:t>6</w:t>
            </w:r>
            <w:r w:rsidR="00EC5E43" w:rsidRPr="00EC5E43">
              <w:rPr>
                <w:rFonts w:ascii="Calibri" w:hAnsi="Calibri"/>
                <w:szCs w:val="20"/>
                <w:highlight w:val="yellow"/>
              </w:rPr>
              <w:t>/23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9E99B" w14:textId="77777777" w:rsidR="00B12A5F" w:rsidRDefault="00B12A5F">
      <w:r>
        <w:separator/>
      </w:r>
    </w:p>
  </w:endnote>
  <w:endnote w:type="continuationSeparator" w:id="0">
    <w:p w14:paraId="4946D16B" w14:textId="77777777" w:rsidR="00B12A5F" w:rsidRDefault="00B12A5F">
      <w:r>
        <w:continuationSeparator/>
      </w:r>
    </w:p>
  </w:endnote>
  <w:endnote w:type="continuationNotice" w:id="1">
    <w:p w14:paraId="013E2695" w14:textId="77777777" w:rsidR="00B12A5F" w:rsidRDefault="00B12A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2D5B64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37981">
      <w:rPr>
        <w:noProof/>
      </w:rPr>
      <w:t>2023-05-11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954AF" w14:textId="77777777" w:rsidR="00B12A5F" w:rsidRDefault="00B12A5F">
      <w:r>
        <w:separator/>
      </w:r>
    </w:p>
  </w:footnote>
  <w:footnote w:type="continuationSeparator" w:id="0">
    <w:p w14:paraId="7ABA4389" w14:textId="77777777" w:rsidR="00B12A5F" w:rsidRDefault="00B12A5F">
      <w:r>
        <w:continuationSeparator/>
      </w:r>
    </w:p>
  </w:footnote>
  <w:footnote w:type="continuationNotice" w:id="1">
    <w:p w14:paraId="4EF732FE" w14:textId="77777777" w:rsidR="00B12A5F" w:rsidRDefault="00B12A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BED8" w14:textId="0A87F183" w:rsidR="00801BE8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001456">
    <w:abstractNumId w:val="1"/>
  </w:num>
  <w:num w:numId="2" w16cid:durableId="514225575">
    <w:abstractNumId w:val="10"/>
  </w:num>
  <w:num w:numId="3" w16cid:durableId="853764869">
    <w:abstractNumId w:val="11"/>
  </w:num>
  <w:num w:numId="4" w16cid:durableId="1533884162">
    <w:abstractNumId w:val="4"/>
  </w:num>
  <w:num w:numId="5" w16cid:durableId="569925023">
    <w:abstractNumId w:val="3"/>
  </w:num>
  <w:num w:numId="6" w16cid:durableId="1582443938">
    <w:abstractNumId w:val="7"/>
  </w:num>
  <w:num w:numId="7" w16cid:durableId="186725502">
    <w:abstractNumId w:val="5"/>
  </w:num>
  <w:num w:numId="8" w16cid:durableId="1773671371">
    <w:abstractNumId w:val="9"/>
  </w:num>
  <w:num w:numId="9" w16cid:durableId="1525559165">
    <w:abstractNumId w:val="0"/>
  </w:num>
  <w:num w:numId="10" w16cid:durableId="1619146696">
    <w:abstractNumId w:val="8"/>
  </w:num>
  <w:num w:numId="11" w16cid:durableId="505943749">
    <w:abstractNumId w:val="2"/>
  </w:num>
  <w:num w:numId="12" w16cid:durableId="180219206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BDC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03B5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C9B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BE8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A5F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981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3949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5E43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7A0573-74C7-4573-9AFC-210C0979B3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2023-04-14T04:08:00Z</dcterms:created>
  <dcterms:modified xsi:type="dcterms:W3CDTF">2023-05-11T04:16:00Z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